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7295"/>
      </w:tblGrid>
      <w:tr w:rsidR="008C4DD2">
        <w:tblPrEx>
          <w:tblCellMar>
            <w:top w:w="0" w:type="dxa"/>
            <w:bottom w:w="0" w:type="dxa"/>
          </w:tblCellMar>
        </w:tblPrEx>
        <w:trPr>
          <w:trHeight w:hRule="exact" w:val="716"/>
        </w:trPr>
        <w:tc>
          <w:tcPr>
            <w:tcW w:w="9208" w:type="dxa"/>
            <w:gridSpan w:val="2"/>
          </w:tcPr>
          <w:p w:rsidR="008C4DD2" w:rsidRDefault="008C4DD2">
            <w:pPr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Start w:id="1" w:name="z_Dialog"/>
            <w:bookmarkEnd w:id="0"/>
            <w:bookmarkEnd w:id="1"/>
            <w:r>
              <w:rPr>
                <w:sz w:val="28"/>
              </w:rPr>
              <w:tab/>
            </w:r>
            <w:bookmarkStart w:id="2" w:name="AbsenderStrasse"/>
            <w:bookmarkEnd w:id="2"/>
          </w:p>
          <w:p w:rsidR="008C4DD2" w:rsidRDefault="008C4DD2">
            <w:pPr>
              <w:tabs>
                <w:tab w:val="right" w:pos="9068"/>
              </w:tabs>
              <w:rPr>
                <w:sz w:val="28"/>
              </w:rPr>
            </w:pPr>
            <w:bookmarkStart w:id="3" w:name="AbsenderZusatz"/>
            <w:bookmarkEnd w:id="3"/>
            <w:r>
              <w:rPr>
                <w:sz w:val="28"/>
              </w:rPr>
              <w:tab/>
            </w:r>
            <w:bookmarkStart w:id="4" w:name="AbsenderPLZOrt"/>
            <w:bookmarkEnd w:id="4"/>
          </w:p>
        </w:tc>
      </w:tr>
      <w:tr w:rsidR="008C4DD2">
        <w:tblPrEx>
          <w:tblCellMar>
            <w:top w:w="0" w:type="dxa"/>
            <w:bottom w:w="0" w:type="dxa"/>
          </w:tblCellMar>
        </w:tblPrEx>
        <w:trPr>
          <w:trHeight w:hRule="exact" w:val="1077"/>
        </w:trPr>
        <w:tc>
          <w:tcPr>
            <w:tcW w:w="9208" w:type="dxa"/>
            <w:gridSpan w:val="2"/>
          </w:tcPr>
          <w:p w:rsidR="008C4DD2" w:rsidRDefault="008C4DD2">
            <w:pPr>
              <w:jc w:val="right"/>
            </w:pPr>
            <w:bookmarkStart w:id="5" w:name="AbsenderTelefonText"/>
            <w:r>
              <w:t xml:space="preserve">Tel: </w:t>
            </w:r>
            <w:bookmarkStart w:id="6" w:name="AbsenderTelefon"/>
            <w:bookmarkEnd w:id="6"/>
          </w:p>
          <w:p w:rsidR="008C4DD2" w:rsidRDefault="008C4DD2">
            <w:pPr>
              <w:jc w:val="right"/>
            </w:pPr>
            <w:bookmarkStart w:id="7" w:name="AbsenderTelefaxText"/>
            <w:bookmarkEnd w:id="5"/>
            <w:r>
              <w:t xml:space="preserve">Fax: </w:t>
            </w:r>
            <w:bookmarkStart w:id="8" w:name="AbsenderTelefax"/>
            <w:bookmarkEnd w:id="7"/>
            <w:bookmarkEnd w:id="8"/>
          </w:p>
        </w:tc>
      </w:tr>
      <w:tr w:rsidR="008C4DD2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8C4DD2" w:rsidRDefault="008C4DD2">
            <w:pPr>
              <w:spacing w:after="120"/>
              <w:rPr>
                <w:b/>
              </w:rPr>
            </w:pPr>
            <w:r>
              <w:rPr>
                <w:b/>
              </w:rPr>
              <w:t>Telefax an:</w:t>
            </w:r>
          </w:p>
        </w:tc>
        <w:tc>
          <w:tcPr>
            <w:tcW w:w="7295" w:type="dxa"/>
          </w:tcPr>
          <w:p w:rsidR="008C4DD2" w:rsidRDefault="008C4DD2">
            <w:pPr>
              <w:spacing w:after="120"/>
              <w:rPr>
                <w:b/>
              </w:rPr>
            </w:pPr>
            <w:bookmarkStart w:id="9" w:name="Telefax"/>
            <w:bookmarkEnd w:id="9"/>
          </w:p>
        </w:tc>
      </w:tr>
      <w:tr w:rsidR="008C4DD2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8C4DD2" w:rsidRDefault="008C4DD2">
            <w:pPr>
              <w:spacing w:after="120"/>
              <w:rPr>
                <w:b/>
              </w:rPr>
            </w:pPr>
          </w:p>
        </w:tc>
        <w:tc>
          <w:tcPr>
            <w:tcW w:w="7295" w:type="dxa"/>
          </w:tcPr>
          <w:p w:rsidR="008C4DD2" w:rsidRDefault="008C4DD2">
            <w:pPr>
              <w:spacing w:after="120"/>
              <w:rPr>
                <w:b/>
              </w:rPr>
            </w:pPr>
            <w:bookmarkStart w:id="10" w:name="Anschrift"/>
            <w:bookmarkEnd w:id="10"/>
            <w:r>
              <w:rPr>
                <w:b/>
              </w:rPr>
              <w:br/>
            </w:r>
            <w:bookmarkStart w:id="11" w:name="NamePerson"/>
            <w:bookmarkEnd w:id="11"/>
          </w:p>
        </w:tc>
      </w:tr>
      <w:tr w:rsidR="008C4DD2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8C4DD2" w:rsidRDefault="008C4DD2">
            <w:pPr>
              <w:spacing w:after="120"/>
              <w:rPr>
                <w:b/>
              </w:rPr>
            </w:pPr>
            <w:r>
              <w:rPr>
                <w:b/>
              </w:rPr>
              <w:t>Betreff:</w:t>
            </w:r>
          </w:p>
        </w:tc>
        <w:tc>
          <w:tcPr>
            <w:tcW w:w="7295" w:type="dxa"/>
          </w:tcPr>
          <w:p w:rsidR="008C4DD2" w:rsidRDefault="008C4DD2">
            <w:pPr>
              <w:spacing w:after="120"/>
              <w:rPr>
                <w:b/>
              </w:rPr>
            </w:pPr>
            <w:bookmarkStart w:id="12" w:name="Betreff"/>
            <w:bookmarkEnd w:id="12"/>
          </w:p>
        </w:tc>
      </w:tr>
      <w:tr w:rsidR="008C4DD2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8C4DD2" w:rsidRDefault="008C4DD2">
            <w:pPr>
              <w:tabs>
                <w:tab w:val="left" w:pos="1276"/>
              </w:tabs>
            </w:pPr>
          </w:p>
        </w:tc>
        <w:tc>
          <w:tcPr>
            <w:tcW w:w="7295" w:type="dxa"/>
          </w:tcPr>
          <w:p w:rsidR="008C4DD2" w:rsidRDefault="008C4DD2">
            <w:pPr>
              <w:tabs>
                <w:tab w:val="left" w:pos="1276"/>
              </w:tabs>
              <w:jc w:val="right"/>
            </w:pPr>
            <w:bookmarkStart w:id="13" w:name="ReferenzZeichenExternText"/>
            <w:r>
              <w:t xml:space="preserve">Ihr Zeichen: </w:t>
            </w:r>
            <w:bookmarkStart w:id="14" w:name="ReferenzZeichenExtern"/>
            <w:bookmarkEnd w:id="14"/>
          </w:p>
          <w:p w:rsidR="008C4DD2" w:rsidRDefault="008C4DD2">
            <w:pPr>
              <w:tabs>
                <w:tab w:val="left" w:pos="1276"/>
              </w:tabs>
              <w:jc w:val="right"/>
            </w:pPr>
            <w:bookmarkStart w:id="15" w:name="ReferenzDatumExternText"/>
            <w:bookmarkEnd w:id="13"/>
            <w:r>
              <w:t xml:space="preserve">Ihr Schreiben: </w:t>
            </w:r>
            <w:bookmarkStart w:id="16" w:name="ReferenzDatumExtern"/>
            <w:bookmarkEnd w:id="16"/>
          </w:p>
          <w:p w:rsidR="008C4DD2" w:rsidRDefault="008C4DD2">
            <w:pPr>
              <w:tabs>
                <w:tab w:val="left" w:pos="1276"/>
              </w:tabs>
              <w:spacing w:after="120"/>
              <w:jc w:val="right"/>
            </w:pPr>
            <w:bookmarkStart w:id="17" w:name="ReferenzZeichenInternText"/>
            <w:bookmarkEnd w:id="15"/>
            <w:r>
              <w:t xml:space="preserve">Unser Zeichen: </w:t>
            </w:r>
            <w:bookmarkStart w:id="18" w:name="ReferenzZeichenIntern"/>
            <w:bookmarkEnd w:id="18"/>
          </w:p>
          <w:p w:rsidR="008C4DD2" w:rsidRDefault="008C4DD2">
            <w:pPr>
              <w:tabs>
                <w:tab w:val="left" w:pos="1276"/>
              </w:tabs>
              <w:spacing w:after="120"/>
              <w:jc w:val="right"/>
            </w:pPr>
            <w:bookmarkStart w:id="19" w:name="AbsenderOrt"/>
            <w:bookmarkEnd w:id="17"/>
            <w:bookmarkEnd w:id="19"/>
            <w:r>
              <w:t xml:space="preserve">, den </w:t>
            </w:r>
            <w:bookmarkStart w:id="20" w:name="Datum"/>
            <w:bookmarkEnd w:id="20"/>
          </w:p>
        </w:tc>
      </w:tr>
      <w:tr w:rsidR="008C4DD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9208" w:type="dxa"/>
            <w:gridSpan w:val="2"/>
          </w:tcPr>
          <w:p w:rsidR="008C4DD2" w:rsidRDefault="008C4DD2">
            <w:bookmarkStart w:id="21" w:name="Anrede"/>
            <w:bookmarkEnd w:id="21"/>
            <w:r>
              <w:t>,</w:t>
            </w:r>
          </w:p>
        </w:tc>
      </w:tr>
    </w:tbl>
    <w:p w:rsidR="008C4DD2" w:rsidRDefault="008C4DD2">
      <w:pPr>
        <w:spacing w:after="120"/>
      </w:pPr>
      <w:bookmarkStart w:id="22" w:name="TextAnfang"/>
      <w:bookmarkEnd w:id="22"/>
    </w:p>
    <w:p w:rsidR="008C4DD2" w:rsidRDefault="008C4DD2">
      <w:pPr>
        <w:spacing w:before="480"/>
      </w:pPr>
      <w:bookmarkStart w:id="23" w:name="Schlussformel"/>
      <w:bookmarkEnd w:id="23"/>
    </w:p>
    <w:tbl>
      <w:tblPr>
        <w:tblW w:w="0" w:type="auto"/>
        <w:tblLook w:val="04A0"/>
      </w:tblPr>
      <w:tblGrid>
        <w:gridCol w:w="4644"/>
        <w:gridCol w:w="4643"/>
      </w:tblGrid>
      <w:tr w:rsidR="008C4DD2" w:rsidRPr="005E0E89" w:rsidTr="0022372D">
        <w:tc>
          <w:tcPr>
            <w:tcW w:w="4644" w:type="dxa"/>
          </w:tcPr>
          <w:p w:rsidR="008C4DD2" w:rsidRPr="005E0E89" w:rsidRDefault="008C4DD2" w:rsidP="0022372D">
            <w:pPr>
              <w:spacing w:before="480"/>
            </w:pPr>
            <w:bookmarkStart w:id="24" w:name="ErsterUnterzeichner"/>
            <w:bookmarkEnd w:id="24"/>
          </w:p>
        </w:tc>
        <w:tc>
          <w:tcPr>
            <w:tcW w:w="4643" w:type="dxa"/>
          </w:tcPr>
          <w:p w:rsidR="008C4DD2" w:rsidRPr="005E0E89" w:rsidRDefault="008C4DD2" w:rsidP="0022372D">
            <w:pPr>
              <w:spacing w:before="480"/>
            </w:pPr>
            <w:bookmarkStart w:id="25" w:name="ZweiterUnterzeichner"/>
            <w:bookmarkEnd w:id="25"/>
          </w:p>
        </w:tc>
      </w:tr>
      <w:tr w:rsidR="008C4DD2" w:rsidRPr="005E0E89" w:rsidTr="0022372D">
        <w:tc>
          <w:tcPr>
            <w:tcW w:w="4644" w:type="dxa"/>
          </w:tcPr>
          <w:p w:rsidR="008C4DD2" w:rsidRPr="005E0E89" w:rsidRDefault="008C4DD2" w:rsidP="0022372D">
            <w:bookmarkStart w:id="26" w:name="ErsterUnterzeichnerFunktion"/>
            <w:bookmarkEnd w:id="26"/>
          </w:p>
        </w:tc>
        <w:tc>
          <w:tcPr>
            <w:tcW w:w="4643" w:type="dxa"/>
          </w:tcPr>
          <w:p w:rsidR="008C4DD2" w:rsidRPr="005E0E89" w:rsidRDefault="008C4DD2" w:rsidP="0022372D">
            <w:bookmarkStart w:id="27" w:name="ZweiterUnterzeichnerFunktion"/>
            <w:bookmarkEnd w:id="27"/>
          </w:p>
        </w:tc>
      </w:tr>
    </w:tbl>
    <w:p w:rsidR="008C4DD2" w:rsidRDefault="008C4DD2" w:rsidP="00083638"/>
    <w:sectPr w:rsidR="008C4DD2" w:rsidSect="008C4DD2">
      <w:headerReference w:type="default" r:id="rId6"/>
      <w:footerReference w:type="default" r:id="rId7"/>
      <w:footerReference w:type="first" r:id="rId8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DD2" w:rsidRDefault="008C4DD2">
      <w:r>
        <w:separator/>
      </w:r>
    </w:p>
  </w:endnote>
  <w:endnote w:type="continuationSeparator" w:id="0">
    <w:p w:rsidR="008C4DD2" w:rsidRDefault="008C4D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DD2" w:rsidRDefault="008C4DD2">
    <w:pPr>
      <w:framePr w:w="130" w:h="153" w:hSpace="142" w:wrap="around" w:vAnchor="page" w:hAnchor="page" w:x="852" w:y="5955" w:anchorLock="1"/>
    </w:pPr>
    <w:r>
      <w:t>–</w:t>
    </w:r>
  </w:p>
  <w:p w:rsidR="008C4DD2" w:rsidRDefault="008C4DD2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 NUMPAGES">
      <w:r>
        <w:rPr>
          <w:noProof/>
        </w:rPr>
        <w:instrText>1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instrText>2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DD2" w:rsidRDefault="008C4DD2">
    <w:pPr>
      <w:framePr w:w="130" w:h="153" w:hSpace="142" w:wrap="around" w:vAnchor="page" w:hAnchor="page" w:x="852" w:y="5955" w:anchorLock="1"/>
    </w:pPr>
    <w:r>
      <w:t>–</w:t>
    </w:r>
  </w:p>
  <w:p w:rsidR="008C4DD2" w:rsidRDefault="008C4DD2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 NUMPAGES">
      <w:r>
        <w:rPr>
          <w:noProof/>
        </w:rPr>
        <w:instrText>1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instrText>1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DD2" w:rsidRDefault="008C4DD2">
      <w:r>
        <w:separator/>
      </w:r>
    </w:p>
  </w:footnote>
  <w:footnote w:type="continuationSeparator" w:id="0">
    <w:p w:rsidR="008C4DD2" w:rsidRDefault="008C4D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DD2" w:rsidRDefault="008C4DD2">
    <w:pPr>
      <w:pStyle w:val="Header"/>
      <w:jc w:val="center"/>
    </w:pPr>
    <w:r>
      <w:rPr>
        <w:rStyle w:val="PageNumber"/>
      </w:rPr>
      <w:t xml:space="preserve">Seite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embedSystemFonts/>
  <w:stylePaneFormatFilter w:val="3F0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rede" w:val="AnredePerson()"/>
    <w:docVar w:name="Anschrift" w:val="PostAnschriftPerson()"/>
    <w:docVar w:name="Telefax" w:val="TelefaxPerson()"/>
    <w:docVar w:name="VorlagenTyp" w:val="Serienfax"/>
    <w:docVar w:name="z_Dialog" w:val="VBA_WordMacros.SerialLetterDialog"/>
  </w:docVars>
  <w:rsids>
    <w:rsidRoot w:val="00083638"/>
    <w:rsid w:val="00083638"/>
    <w:rsid w:val="0022372D"/>
    <w:rsid w:val="002F751B"/>
    <w:rsid w:val="005923B1"/>
    <w:rsid w:val="005E0E89"/>
    <w:rsid w:val="005F71E2"/>
    <w:rsid w:val="008C4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51E1"/>
    <w:rPr>
      <w:rFonts w:ascii="Tahoma" w:hAnsi="Tahoma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51E1"/>
    <w:rPr>
      <w:rFonts w:ascii="Tahoma" w:hAnsi="Tahoma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table" w:styleId="TableGrid">
    <w:name w:val="Table Grid"/>
    <w:basedOn w:val="TableNormal"/>
    <w:uiPriority w:val="59"/>
    <w:rsid w:val="005923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17</Words>
  <Characters>97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Serienfax</dc:title>
  <dc:subject>orgAnice Pi</dc:subject>
  <dc:creator>orgAnice Software GmbH</dc:creator>
  <cp:keywords/>
  <dc:description/>
  <cp:lastModifiedBy>Matthias Kozlowski</cp:lastModifiedBy>
  <cp:revision>57</cp:revision>
  <cp:lastPrinted>1996-02-06T08:10:00Z</cp:lastPrinted>
  <dcterms:created xsi:type="dcterms:W3CDTF">1995-12-06T11:32:00Z</dcterms:created>
  <dcterms:modified xsi:type="dcterms:W3CDTF">2012-07-30T11:42:00Z</dcterms:modified>
  <cp:category>orgAnice Pi-Vorlage</cp:category>
</cp:coreProperties>
</file>